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EEC7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56660E5A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441662B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BF9406E" w14:textId="7541385E"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</w:t>
      </w:r>
      <w:r w:rsidR="00066C94">
        <w:rPr>
          <w:rFonts w:asciiTheme="minorHAnsi" w:eastAsia="MS Mincho" w:hAnsiTheme="minorHAnsi" w:cstheme="minorHAnsi"/>
          <w:b/>
          <w:lang w:eastAsia="en-US"/>
        </w:rPr>
        <w:t>4</w:t>
      </w:r>
    </w:p>
    <w:p w14:paraId="2429C0BC" w14:textId="77777777" w:rsidR="00924776" w:rsidRPr="008168D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14:paraId="70D3C10A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14:paraId="06A1872F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8168D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14:paraId="7DCBD4F0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8168D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14:paraId="0FB4E43E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29A4C51D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312AB1EB" w14:textId="621C649C" w:rsidR="00924776" w:rsidRPr="008168D5" w:rsidRDefault="00066C94" w:rsidP="00066C94">
      <w:pPr>
        <w:tabs>
          <w:tab w:val="left" w:pos="8505"/>
        </w:tabs>
        <w:rPr>
          <w:rFonts w:asciiTheme="minorHAnsi" w:eastAsia="MS Mincho" w:hAnsiTheme="minorHAnsi" w:cstheme="minorHAnsi"/>
          <w:i/>
          <w:lang w:eastAsia="en-US"/>
        </w:rPr>
      </w:pPr>
      <w:r>
        <w:rPr>
          <w:rFonts w:asciiTheme="minorHAnsi" w:eastAsia="MS Mincho" w:hAnsiTheme="minorHAnsi" w:cstheme="minorHAnsi"/>
          <w:i/>
          <w:lang w:eastAsia="en-US"/>
        </w:rPr>
        <w:tab/>
      </w:r>
    </w:p>
    <w:p w14:paraId="4DF849AE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8168D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14:paraId="492F72B9" w14:textId="77777777"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14:paraId="3C510D3B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8168D5">
        <w:rPr>
          <w:rFonts w:asciiTheme="minorHAnsi" w:eastAsia="MS Mincho" w:hAnsiTheme="minorHAnsi" w:cstheme="minorHAnsi"/>
          <w:i/>
          <w:lang w:eastAsia="en-US"/>
        </w:rPr>
        <w:t>(nr proiect- DALI/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>SF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mixt</w:t>
      </w:r>
      <w:r w:rsidRPr="008168D5">
        <w:rPr>
          <w:rFonts w:asciiTheme="minorHAnsi" w:eastAsia="MS Mincho" w:hAnsiTheme="minorHAnsi" w:cstheme="minorHAnsi"/>
          <w:i/>
          <w:lang w:eastAsia="en-US"/>
        </w:rPr>
        <w:t>/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>PT)</w:t>
      </w:r>
      <w:r w:rsidRPr="008168D5">
        <w:rPr>
          <w:rFonts w:asciiTheme="minorHAnsi" w:eastAsia="MS Mincho" w:hAnsiTheme="minorHAnsi" w:cstheme="minorHAnsi"/>
          <w:lang w:eastAsia="en-US"/>
        </w:rPr>
        <w:t>,  cu titlul ................................</w:t>
      </w:r>
      <w:r w:rsidR="005078DD" w:rsidRPr="008168D5">
        <w:rPr>
          <w:rFonts w:asciiTheme="minorHAnsi" w:eastAsia="MS Mincho" w:hAnsiTheme="minorHAnsi" w:cstheme="minorHAnsi"/>
          <w:lang w:eastAsia="en-US"/>
        </w:rPr>
        <w:t>........</w:t>
      </w:r>
      <w:r w:rsidRPr="008168D5">
        <w:rPr>
          <w:rFonts w:asciiTheme="minorHAnsi" w:eastAsia="MS Mincho" w:hAnsiTheme="minorHAnsi" w:cstheme="minorHAnsi"/>
          <w:lang w:eastAsia="en-US"/>
        </w:rPr>
        <w:t xml:space="preserve"> (</w:t>
      </w:r>
      <w:r w:rsidRPr="008168D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8168D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="005078DD" w:rsidRPr="008168D5">
        <w:rPr>
          <w:rFonts w:asciiTheme="minorHAnsi" w:eastAsia="MS Mincho" w:hAnsiTheme="minorHAnsi" w:cstheme="minorHAnsi"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8168D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14:paraId="0C756B1A" w14:textId="77777777" w:rsidR="00924776" w:rsidRPr="008168D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14:paraId="0F9A6FAF" w14:textId="77777777"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8168D5" w14:paraId="4E9B7CE8" w14:textId="77777777" w:rsidTr="00F14CFD">
        <w:tc>
          <w:tcPr>
            <w:tcW w:w="4644" w:type="dxa"/>
            <w:vAlign w:val="center"/>
          </w:tcPr>
          <w:p w14:paraId="32BB38A2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b/>
                <w:bCs/>
                <w:lang w:val="ro-RO" w:eastAsia="en-US"/>
              </w:rPr>
              <w:t>Categorie de lucrări/ echipamente/servicii</w:t>
            </w:r>
          </w:p>
        </w:tc>
        <w:tc>
          <w:tcPr>
            <w:tcW w:w="4678" w:type="dxa"/>
            <w:vAlign w:val="center"/>
          </w:tcPr>
          <w:p w14:paraId="53787132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b/>
                <w:bCs/>
                <w:lang w:val="ro-RO" w:eastAsia="en-US"/>
              </w:rPr>
              <w:t>Documente justificative care stau la baza stabilirii costului aferent*</w:t>
            </w:r>
          </w:p>
        </w:tc>
      </w:tr>
      <w:tr w:rsidR="00924776" w:rsidRPr="008168D5" w14:paraId="2E09ED4E" w14:textId="77777777" w:rsidTr="00F14CFD">
        <w:tc>
          <w:tcPr>
            <w:tcW w:w="4644" w:type="dxa"/>
            <w:vAlign w:val="center"/>
          </w:tcPr>
          <w:p w14:paraId="3E139FC8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14:paraId="11E58AC9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  <w:tr w:rsidR="00924776" w:rsidRPr="008168D5" w14:paraId="3F71269E" w14:textId="77777777" w:rsidTr="00F14CFD">
        <w:tc>
          <w:tcPr>
            <w:tcW w:w="4644" w:type="dxa"/>
            <w:vAlign w:val="center"/>
          </w:tcPr>
          <w:p w14:paraId="4DE18A39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14:paraId="60809215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  <w:tr w:rsidR="00924776" w:rsidRPr="008168D5" w14:paraId="53A609F8" w14:textId="77777777" w:rsidTr="00F14CFD">
        <w:tc>
          <w:tcPr>
            <w:tcW w:w="4644" w:type="dxa"/>
            <w:vAlign w:val="center"/>
          </w:tcPr>
          <w:p w14:paraId="72E33FF4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14:paraId="13197B90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</w:tbl>
    <w:p w14:paraId="23D953F3" w14:textId="77777777"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14:paraId="6376577C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14:paraId="4E071174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8168D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8168D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14:paraId="00356E14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14:paraId="1CCCAE10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8168D5" w14:paraId="4D79AA05" w14:textId="77777777" w:rsidTr="00F14CFD">
        <w:tc>
          <w:tcPr>
            <w:tcW w:w="4703" w:type="dxa"/>
          </w:tcPr>
          <w:p w14:paraId="733E6983" w14:textId="77777777"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lang w:val="ro-RO" w:eastAsia="en-US"/>
              </w:rPr>
              <w:t>Semnătură proiectant</w:t>
            </w:r>
          </w:p>
          <w:p w14:paraId="3C62BCAD" w14:textId="77777777"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4703" w:type="dxa"/>
          </w:tcPr>
          <w:p w14:paraId="32ED1CE1" w14:textId="77777777"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lang w:val="ro-RO" w:eastAsia="en-US"/>
              </w:rPr>
              <w:t xml:space="preserve">                                                 Data:</w:t>
            </w:r>
          </w:p>
        </w:tc>
      </w:tr>
      <w:tr w:rsidR="00924776" w:rsidRPr="008168D5" w14:paraId="49D7CA92" w14:textId="77777777" w:rsidTr="00F14CFD">
        <w:trPr>
          <w:trHeight w:val="245"/>
        </w:trPr>
        <w:tc>
          <w:tcPr>
            <w:tcW w:w="4703" w:type="dxa"/>
          </w:tcPr>
          <w:p w14:paraId="4F7C6A31" w14:textId="77777777" w:rsidR="00924776" w:rsidRPr="008168D5" w:rsidRDefault="00924776" w:rsidP="00924776">
            <w:pPr>
              <w:jc w:val="both"/>
              <w:rPr>
                <w:lang w:val="ro-RO" w:eastAsia="en-US"/>
              </w:rPr>
            </w:pPr>
          </w:p>
        </w:tc>
        <w:tc>
          <w:tcPr>
            <w:tcW w:w="4703" w:type="dxa"/>
          </w:tcPr>
          <w:p w14:paraId="7302B49C" w14:textId="77777777" w:rsidR="00924776" w:rsidRPr="008168D5" w:rsidRDefault="00924776" w:rsidP="00924776">
            <w:pPr>
              <w:jc w:val="both"/>
              <w:rPr>
                <w:lang w:val="ro-RO" w:eastAsia="en-US"/>
              </w:rPr>
            </w:pPr>
          </w:p>
        </w:tc>
      </w:tr>
    </w:tbl>
    <w:p w14:paraId="76830D4A" w14:textId="77777777" w:rsidR="00924776" w:rsidRPr="008168D5" w:rsidRDefault="00924776" w:rsidP="00924776">
      <w:pPr>
        <w:jc w:val="both"/>
        <w:rPr>
          <w:rFonts w:eastAsia="MS Mincho"/>
          <w:lang w:eastAsia="en-US"/>
        </w:rPr>
      </w:pPr>
    </w:p>
    <w:p w14:paraId="1CA1D050" w14:textId="77777777" w:rsidR="00924776" w:rsidRPr="008168D5" w:rsidRDefault="00924776" w:rsidP="00924776">
      <w:pPr>
        <w:jc w:val="both"/>
        <w:rPr>
          <w:rFonts w:eastAsia="MS Mincho"/>
          <w:lang w:eastAsia="en-US"/>
        </w:rPr>
      </w:pPr>
    </w:p>
    <w:p w14:paraId="06C14D6E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40C42990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407B406B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5363312C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1F6238D5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162B00AC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0AC5904B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583D3D80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406D3071" w14:textId="77777777"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14:paraId="37E829D4" w14:textId="77777777" w:rsidR="00E31672" w:rsidRPr="00066C94" w:rsidRDefault="00924776" w:rsidP="00924776">
      <w:pPr>
        <w:jc w:val="both"/>
        <w:rPr>
          <w:rFonts w:asciiTheme="minorHAnsi" w:eastAsia="MS Mincho" w:hAnsiTheme="minorHAnsi" w:cstheme="minorHAnsi"/>
          <w:lang w:val="pt-BR" w:eastAsia="en-US"/>
        </w:rPr>
      </w:pPr>
      <w:r w:rsidRPr="00066C94">
        <w:rPr>
          <w:rFonts w:asciiTheme="minorHAnsi" w:eastAsia="MS Mincho" w:hAnsiTheme="minorHAnsi" w:cstheme="minorHAnsi"/>
          <w:lang w:val="pt-BR"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="00E31672" w:rsidRPr="00066C94">
        <w:rPr>
          <w:rFonts w:asciiTheme="minorHAnsi" w:eastAsia="MS Mincho" w:hAnsiTheme="minorHAnsi" w:cstheme="minorHAnsi"/>
          <w:lang w:val="pt-BR" w:eastAsia="en-US"/>
        </w:rPr>
        <w:t xml:space="preserve"> </w:t>
      </w:r>
    </w:p>
    <w:sectPr w:rsidR="00E31672" w:rsidRPr="00066C94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96181" w14:textId="77777777" w:rsidR="006F14B9" w:rsidRDefault="006F14B9">
      <w:r>
        <w:separator/>
      </w:r>
    </w:p>
  </w:endnote>
  <w:endnote w:type="continuationSeparator" w:id="0">
    <w:p w14:paraId="2C98299A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A1ADE" w14:textId="77777777" w:rsidR="00EE55AB" w:rsidRDefault="00EE55A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ECAE1F8" w14:textId="77777777">
      <w:trPr>
        <w:cantSplit/>
        <w:trHeight w:hRule="exact" w:val="340"/>
        <w:hidden/>
      </w:trPr>
      <w:tc>
        <w:tcPr>
          <w:tcW w:w="9210" w:type="dxa"/>
        </w:tcPr>
        <w:p w14:paraId="3EDC26D7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684BB518" w14:textId="77777777" w:rsidR="00F12E7F" w:rsidRDefault="00924776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A887F4D" wp14:editId="3188552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6E0FA" wp14:editId="1261B8A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ED88A9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9F6A73A" wp14:editId="167A48D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FF26E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4A3C98" wp14:editId="77038C26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33E5D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B8C3A7E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DACE344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5E249499" wp14:editId="3C65A91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6F36EE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1CB0D" w14:textId="77777777" w:rsidR="00072DDE" w:rsidRDefault="00924776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57165B90" wp14:editId="0FC38BE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BDB595C" wp14:editId="090017F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F708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3A3DD4E" wp14:editId="206DE83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57896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372F2AE" wp14:editId="5BD4CF7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07031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00F0545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B49CF1B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0E288C76" wp14:editId="44A13820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C67DD" w14:textId="77777777" w:rsidR="006F14B9" w:rsidRDefault="006F14B9">
      <w:r>
        <w:separator/>
      </w:r>
    </w:p>
  </w:footnote>
  <w:footnote w:type="continuationSeparator" w:id="0">
    <w:p w14:paraId="6E0563BE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9903" w14:textId="77777777" w:rsidR="00EE55AB" w:rsidRDefault="00066C94">
    <w:pPr>
      <w:pStyle w:val="Antet"/>
    </w:pPr>
    <w:r>
      <w:rPr>
        <w:noProof/>
      </w:rPr>
      <w:pict w14:anchorId="6B39EE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56438" o:spid="_x0000_s15362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97429" w14:textId="77777777" w:rsidR="002B3BB9" w:rsidRPr="00851382" w:rsidRDefault="00066C94">
    <w:pPr>
      <w:pStyle w:val="Antet"/>
      <w:rPr>
        <w:color w:val="999999"/>
      </w:rPr>
    </w:pPr>
    <w:r>
      <w:rPr>
        <w:noProof/>
      </w:rPr>
      <w:pict w14:anchorId="28863E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56439" o:spid="_x0000_s15363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924776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10F5AE5" wp14:editId="051ED2C5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2F25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E49230B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6383B" w14:textId="77777777" w:rsidR="002B3BB9" w:rsidRDefault="00066C94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2314CC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3756437" o:spid="_x0000_s15361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924776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FFD8D5F" wp14:editId="6D25650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776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4EA0BBFE" wp14:editId="0758D705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4776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763D82D3" wp14:editId="30D0D8B5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19883">
    <w:abstractNumId w:val="1"/>
  </w:num>
  <w:num w:numId="2" w16cid:durableId="1502306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5364"/>
    <o:shapelayout v:ext="edit">
      <o:idmap v:ext="edit" data="1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369"/>
    <w:rsid w:val="00066C94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078DD"/>
    <w:rsid w:val="00523BEA"/>
    <w:rsid w:val="005A6B00"/>
    <w:rsid w:val="005C21C9"/>
    <w:rsid w:val="005C7AFF"/>
    <w:rsid w:val="00643AC4"/>
    <w:rsid w:val="00670DC0"/>
    <w:rsid w:val="006B79B9"/>
    <w:rsid w:val="006F14B9"/>
    <w:rsid w:val="007209E0"/>
    <w:rsid w:val="00754551"/>
    <w:rsid w:val="007801F5"/>
    <w:rsid w:val="007A69A6"/>
    <w:rsid w:val="007C403D"/>
    <w:rsid w:val="008168D5"/>
    <w:rsid w:val="00851382"/>
    <w:rsid w:val="0088290B"/>
    <w:rsid w:val="008C26CE"/>
    <w:rsid w:val="008E7688"/>
    <w:rsid w:val="00924776"/>
    <w:rsid w:val="00936CF8"/>
    <w:rsid w:val="0095716B"/>
    <w:rsid w:val="009F711B"/>
    <w:rsid w:val="00A06DE4"/>
    <w:rsid w:val="00AE4990"/>
    <w:rsid w:val="00B15233"/>
    <w:rsid w:val="00BD3175"/>
    <w:rsid w:val="00C05C7A"/>
    <w:rsid w:val="00C74377"/>
    <w:rsid w:val="00C82AD1"/>
    <w:rsid w:val="00C916A3"/>
    <w:rsid w:val="00CC6C98"/>
    <w:rsid w:val="00D22014"/>
    <w:rsid w:val="00D94812"/>
    <w:rsid w:val="00DD113C"/>
    <w:rsid w:val="00E31672"/>
    <w:rsid w:val="00E753B1"/>
    <w:rsid w:val="00EB3CD7"/>
    <w:rsid w:val="00EE55AB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4"/>
    <o:shapelayout v:ext="edit">
      <o:idmap v:ext="edit" data="1"/>
    </o:shapelayout>
  </w:shapeDefaults>
  <w:decimalSymbol w:val="."/>
  <w:listSeparator w:val=","/>
  <w14:docId w14:val="2189D0ED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elgril">
    <w:name w:val="Table Grid"/>
    <w:basedOn w:val="Tabel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FBE07-52FE-4A2F-8AF8-F24EB965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11</TotalTime>
  <Pages>1</Pages>
  <Words>106</Words>
  <Characters>862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967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11</cp:revision>
  <cp:lastPrinted>2022-03-29T08:07:00Z</cp:lastPrinted>
  <dcterms:created xsi:type="dcterms:W3CDTF">2023-05-29T10:11:00Z</dcterms:created>
  <dcterms:modified xsi:type="dcterms:W3CDTF">2023-12-21T11:57:00Z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768890e3a0e736977ff21132d7d1e862b03674257bb883eeb1f6e1454c2a0758</vt:lpwstr>
  </property>
</Properties>
</file>